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B34F4" w14:textId="44EB5718" w:rsidR="006E5D65" w:rsidRPr="00A418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18BD">
        <w:rPr>
          <w:rFonts w:ascii="Corbel" w:hAnsi="Corbel"/>
          <w:bCs/>
          <w:i/>
          <w:sz w:val="24"/>
          <w:szCs w:val="24"/>
        </w:rPr>
        <w:t>1.5</w:t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18BD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A418B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418BD">
        <w:rPr>
          <w:rFonts w:ascii="Corbel" w:hAnsi="Corbel"/>
          <w:bCs/>
          <w:i/>
          <w:sz w:val="24"/>
          <w:szCs w:val="24"/>
        </w:rPr>
        <w:t>12/2019</w:t>
      </w:r>
    </w:p>
    <w:p w14:paraId="300B6BC7" w14:textId="77777777" w:rsidR="0085747A" w:rsidRPr="00A418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6F33B5D7" w:rsidR="0085747A" w:rsidRPr="00A418BD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18BD">
        <w:rPr>
          <w:rFonts w:ascii="Corbel" w:hAnsi="Corbel"/>
          <w:b/>
          <w:smallCaps/>
          <w:sz w:val="24"/>
          <w:szCs w:val="24"/>
        </w:rPr>
        <w:t xml:space="preserve"> </w:t>
      </w:r>
      <w:r w:rsidR="00F73584" w:rsidRPr="00A418BD">
        <w:rPr>
          <w:rFonts w:ascii="Corbel" w:hAnsi="Corbel"/>
          <w:b/>
          <w:smallCaps/>
          <w:sz w:val="24"/>
          <w:szCs w:val="24"/>
        </w:rPr>
        <w:t>202</w:t>
      </w:r>
      <w:r w:rsidR="009E2471">
        <w:rPr>
          <w:rFonts w:ascii="Corbel" w:hAnsi="Corbel"/>
          <w:b/>
          <w:smallCaps/>
          <w:sz w:val="24"/>
          <w:szCs w:val="24"/>
        </w:rPr>
        <w:t>2</w:t>
      </w:r>
      <w:r w:rsidR="00F73584" w:rsidRPr="00A418BD">
        <w:rPr>
          <w:rFonts w:ascii="Corbel" w:hAnsi="Corbel"/>
          <w:b/>
          <w:smallCaps/>
          <w:sz w:val="24"/>
          <w:szCs w:val="24"/>
        </w:rPr>
        <w:t>-</w:t>
      </w:r>
      <w:r w:rsidR="00F73584" w:rsidRPr="009E2471">
        <w:rPr>
          <w:rFonts w:ascii="Corbel" w:hAnsi="Corbel"/>
          <w:b/>
          <w:smallCaps/>
          <w:sz w:val="24"/>
          <w:szCs w:val="24"/>
        </w:rPr>
        <w:t>202</w:t>
      </w:r>
      <w:r w:rsidR="009E2471" w:rsidRPr="009E2471">
        <w:rPr>
          <w:rFonts w:ascii="Corbel" w:hAnsi="Corbel"/>
          <w:b/>
          <w:smallCaps/>
          <w:sz w:val="24"/>
          <w:szCs w:val="24"/>
        </w:rPr>
        <w:t>4</w:t>
      </w:r>
    </w:p>
    <w:p w14:paraId="75322F10" w14:textId="43629CF5" w:rsidR="00445970" w:rsidRPr="00A418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 xml:space="preserve">Rok akademicki </w:t>
      </w:r>
      <w:r w:rsidR="00103ED5" w:rsidRPr="00A418BD">
        <w:rPr>
          <w:rFonts w:ascii="Corbel" w:hAnsi="Corbel"/>
          <w:sz w:val="24"/>
          <w:szCs w:val="24"/>
        </w:rPr>
        <w:t>202</w:t>
      </w:r>
      <w:r w:rsidR="004C0D17">
        <w:rPr>
          <w:rFonts w:ascii="Corbel" w:hAnsi="Corbel"/>
          <w:sz w:val="24"/>
          <w:szCs w:val="24"/>
        </w:rPr>
        <w:t>2</w:t>
      </w:r>
      <w:r w:rsidR="00103ED5" w:rsidRPr="00A418BD">
        <w:rPr>
          <w:rFonts w:ascii="Corbel" w:hAnsi="Corbel"/>
          <w:sz w:val="24"/>
          <w:szCs w:val="24"/>
        </w:rPr>
        <w:t>/202</w:t>
      </w:r>
      <w:r w:rsidR="004C0D17">
        <w:rPr>
          <w:rFonts w:ascii="Corbel" w:hAnsi="Corbel"/>
          <w:sz w:val="24"/>
          <w:szCs w:val="24"/>
        </w:rPr>
        <w:t>3</w:t>
      </w:r>
    </w:p>
    <w:p w14:paraId="21446FCD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 xml:space="preserve">1. </w:t>
      </w:r>
      <w:r w:rsidR="0085747A" w:rsidRPr="00A418BD">
        <w:rPr>
          <w:rFonts w:ascii="Corbel" w:hAnsi="Corbel"/>
          <w:szCs w:val="24"/>
        </w:rPr>
        <w:t xml:space="preserve">Podstawowe </w:t>
      </w:r>
      <w:r w:rsidR="00445970" w:rsidRPr="00A418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18BD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A418BD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A418BD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18BD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A418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18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07A15A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18BD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ECCC664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418BD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A418BD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418BD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A418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A418BD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418BD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5F67232D" w:rsidR="0085747A" w:rsidRPr="00A418BD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 w:rsidRPr="00A418B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F06B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418BD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18BD">
              <w:rPr>
                <w:rFonts w:ascii="Corbel" w:hAnsi="Corbel"/>
                <w:sz w:val="24"/>
                <w:szCs w:val="24"/>
              </w:rPr>
              <w:t>/y</w:t>
            </w:r>
            <w:r w:rsidRPr="00A418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12BD576F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00A418B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418BD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A418BD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A418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18BD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180B6696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439">
              <w:rPr>
                <w:rFonts w:ascii="Corbel" w:hAnsi="Corbel"/>
                <w:b w:val="0"/>
                <w:sz w:val="24"/>
                <w:szCs w:val="24"/>
              </w:rPr>
              <w:t xml:space="preserve">hab. Jadwiga </w:t>
            </w:r>
            <w:proofErr w:type="spellStart"/>
            <w:r w:rsidR="00613439"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 w:rsidR="00613439"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85747A" w:rsidRPr="00A418BD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A418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="00B90885" w:rsidRPr="00A418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18BD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A418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1.</w:t>
      </w:r>
      <w:r w:rsidR="00E22FBC" w:rsidRPr="00A418BD">
        <w:rPr>
          <w:rFonts w:ascii="Corbel" w:hAnsi="Corbel"/>
          <w:sz w:val="24"/>
          <w:szCs w:val="24"/>
        </w:rPr>
        <w:t>1</w:t>
      </w:r>
      <w:r w:rsidRPr="00A418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18BD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A418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</w:t>
            </w:r>
            <w:r w:rsidR="00363F78" w:rsidRPr="00A418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</w:t>
            </w:r>
            <w:r w:rsidR="00B90885" w:rsidRPr="00A418BD">
              <w:rPr>
                <w:rFonts w:ascii="Corbel" w:hAnsi="Corbel"/>
                <w:b/>
                <w:szCs w:val="24"/>
              </w:rPr>
              <w:t>.</w:t>
            </w:r>
            <w:r w:rsidRPr="00A418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18BD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A418BD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27D48ECD" w:rsidR="00015B8F" w:rsidRPr="00A418BD" w:rsidRDefault="006E3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418BD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A418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A418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A418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</w:t>
      </w:r>
      <w:r w:rsidR="00E22FBC" w:rsidRPr="00A418BD">
        <w:rPr>
          <w:rFonts w:ascii="Corbel" w:hAnsi="Corbel"/>
          <w:smallCaps w:val="0"/>
          <w:szCs w:val="24"/>
        </w:rPr>
        <w:t>2</w:t>
      </w:r>
      <w:r w:rsidR="00F83B28" w:rsidRPr="00A418BD">
        <w:rPr>
          <w:rFonts w:ascii="Corbel" w:hAnsi="Corbel"/>
          <w:smallCaps w:val="0"/>
          <w:szCs w:val="24"/>
        </w:rPr>
        <w:t>.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A418BD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A418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5D9DBFE9" w:rsidR="00E22FBC" w:rsidRPr="00EA58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>For</w:t>
      </w:r>
      <w:r w:rsidR="00445970" w:rsidRPr="00A418BD">
        <w:rPr>
          <w:rFonts w:ascii="Corbel" w:hAnsi="Corbel"/>
          <w:smallCaps w:val="0"/>
          <w:szCs w:val="24"/>
        </w:rPr>
        <w:t>ma zaliczenia przedmiotu</w:t>
      </w:r>
      <w:r w:rsidRPr="00A418BD">
        <w:rPr>
          <w:rFonts w:ascii="Corbel" w:hAnsi="Corbel"/>
          <w:smallCaps w:val="0"/>
          <w:szCs w:val="24"/>
        </w:rPr>
        <w:t xml:space="preserve"> (z toku)</w:t>
      </w:r>
      <w:r w:rsidR="004065F2" w:rsidRPr="00A418BD">
        <w:rPr>
          <w:rFonts w:ascii="Corbel" w:hAnsi="Corbel"/>
          <w:smallCaps w:val="0"/>
          <w:szCs w:val="24"/>
        </w:rPr>
        <w:t xml:space="preserve">: 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>E</w:t>
      </w:r>
      <w:r w:rsidRPr="00EA58E0">
        <w:rPr>
          <w:rFonts w:ascii="Corbel" w:hAnsi="Corbel"/>
          <w:b w:val="0"/>
          <w:bCs/>
          <w:smallCaps w:val="0"/>
          <w:szCs w:val="24"/>
        </w:rPr>
        <w:t>gzamin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ED862CB" w14:textId="77777777" w:rsidR="009C54AE" w:rsidRPr="00EA58E0" w:rsidRDefault="009C54AE" w:rsidP="009C54AE">
      <w:pPr>
        <w:pStyle w:val="Punktygwne"/>
        <w:spacing w:before="0" w:after="0"/>
        <w:rPr>
          <w:rFonts w:ascii="Corbel" w:hAnsi="Corbel"/>
          <w:b w:val="0"/>
          <w:bCs/>
          <w:szCs w:val="24"/>
        </w:rPr>
      </w:pPr>
    </w:p>
    <w:p w14:paraId="5E52DDDC" w14:textId="77777777" w:rsidR="00E960BB" w:rsidRPr="00A418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F3ED8AC" w14:textId="77777777" w:rsidTr="00745302">
        <w:tc>
          <w:tcPr>
            <w:tcW w:w="9670" w:type="dxa"/>
          </w:tcPr>
          <w:p w14:paraId="662F07EF" w14:textId="7BEA582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13F94DD" w14:textId="7B874BAD" w:rsidR="0085747A" w:rsidRPr="00A418BD" w:rsidRDefault="00C17BC4" w:rsidP="00C17B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="00926523"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</w:p>
        </w:tc>
      </w:tr>
    </w:tbl>
    <w:p w14:paraId="190B1807" w14:textId="77777777" w:rsidR="00153C41" w:rsidRPr="00A418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106F357F" w:rsidR="0085747A" w:rsidRPr="00A418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lastRenderedPageBreak/>
        <w:t>3.</w:t>
      </w:r>
      <w:r w:rsidR="0085747A" w:rsidRPr="00A418BD">
        <w:rPr>
          <w:rFonts w:ascii="Corbel" w:hAnsi="Corbel"/>
          <w:szCs w:val="24"/>
        </w:rPr>
        <w:t xml:space="preserve"> </w:t>
      </w:r>
      <w:r w:rsidR="00A84C85" w:rsidRPr="00A418BD">
        <w:rPr>
          <w:rFonts w:ascii="Corbel" w:hAnsi="Corbel"/>
          <w:szCs w:val="24"/>
        </w:rPr>
        <w:t>cele, efekty uczenia się</w:t>
      </w:r>
      <w:r w:rsidR="0085747A" w:rsidRPr="00A418BD">
        <w:rPr>
          <w:rFonts w:ascii="Corbel" w:hAnsi="Corbel"/>
          <w:szCs w:val="24"/>
        </w:rPr>
        <w:t>, treści Programowe i stosowane metody Dydaktyczne</w:t>
      </w:r>
    </w:p>
    <w:p w14:paraId="3C53457B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A418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3.1 </w:t>
      </w:r>
      <w:r w:rsidR="00C05F44" w:rsidRPr="00A418BD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A418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418BD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2B74D32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85747A" w:rsidRPr="00A418BD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A418BD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70132884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85747A" w:rsidRPr="00A418BD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4EA5D43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926523" w:rsidRPr="00A418BD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A418BD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5735C" w14:textId="6ECA2FEE" w:rsidR="00926523" w:rsidRPr="00A418B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1AFAFF3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A418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3.2 </w:t>
      </w:r>
      <w:r w:rsidR="001D7B54" w:rsidRPr="00A418BD">
        <w:rPr>
          <w:rFonts w:ascii="Corbel" w:hAnsi="Corbel"/>
          <w:b/>
          <w:sz w:val="24"/>
          <w:szCs w:val="24"/>
        </w:rPr>
        <w:t xml:space="preserve">Efekty </w:t>
      </w:r>
      <w:r w:rsidR="00C05F44" w:rsidRPr="00A418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18BD">
        <w:rPr>
          <w:rFonts w:ascii="Corbel" w:hAnsi="Corbel"/>
          <w:b/>
          <w:sz w:val="24"/>
          <w:szCs w:val="24"/>
        </w:rPr>
        <w:t>dla przedmiotu</w:t>
      </w:r>
      <w:r w:rsidR="00445970" w:rsidRPr="00A418BD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A418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A418BD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A418BD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A418BD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A418B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A418BD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A418BD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A418BD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A418B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A418BD" w14:paraId="7F34FCC4" w14:textId="77777777" w:rsidTr="005E6E85">
        <w:tc>
          <w:tcPr>
            <w:tcW w:w="1701" w:type="dxa"/>
          </w:tcPr>
          <w:p w14:paraId="0D5B273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współczesne kierunki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nurty w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pedagogi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ce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32D431CF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FF3C50" w:rsidRPr="00A418BD" w14:paraId="75783707" w14:textId="77777777" w:rsidTr="005E6E85">
        <w:tc>
          <w:tcPr>
            <w:tcW w:w="1701" w:type="dxa"/>
          </w:tcPr>
          <w:p w14:paraId="2ED1F6B9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A418BD" w:rsidRDefault="00FF3C50" w:rsidP="00C17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5DC86E63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FF3C50" w:rsidRPr="00A418BD" w14:paraId="113614A3" w14:textId="77777777" w:rsidTr="005E6E85">
        <w:tc>
          <w:tcPr>
            <w:tcW w:w="1701" w:type="dxa"/>
          </w:tcPr>
          <w:p w14:paraId="1FE3FFBB" w14:textId="22AA4985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A418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A418BD" w:rsidRDefault="00FF3C50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Opra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cuje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program oddziaływań pedagogicznych oraz doko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jego ewaluacji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korzystając z 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19C950DF" w:rsidR="0085747A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U06</w:t>
            </w:r>
          </w:p>
        </w:tc>
      </w:tr>
      <w:tr w:rsidR="00FF3C50" w:rsidRPr="00A418BD" w14:paraId="1C6DE75C" w14:textId="77777777" w:rsidTr="005E6E85">
        <w:tc>
          <w:tcPr>
            <w:tcW w:w="1701" w:type="dxa"/>
          </w:tcPr>
          <w:p w14:paraId="195C1E98" w14:textId="7AEE6188" w:rsidR="00926523" w:rsidRPr="00A418BD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tosuje poznane teorie w praktyce edukacyjn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5B3042CB" w:rsidR="00926523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2ECC4F7F" w14:textId="77777777" w:rsidR="00932257" w:rsidRPr="00A418B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A418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3.3</w:t>
      </w:r>
      <w:r w:rsidR="001D7B54" w:rsidRPr="00A418BD">
        <w:rPr>
          <w:rFonts w:ascii="Corbel" w:hAnsi="Corbel"/>
          <w:b/>
          <w:sz w:val="24"/>
          <w:szCs w:val="24"/>
        </w:rPr>
        <w:t xml:space="preserve"> </w:t>
      </w:r>
      <w:r w:rsidR="0085747A" w:rsidRPr="00A418BD">
        <w:rPr>
          <w:rFonts w:ascii="Corbel" w:hAnsi="Corbel"/>
          <w:b/>
          <w:sz w:val="24"/>
          <w:szCs w:val="24"/>
        </w:rPr>
        <w:t>T</w:t>
      </w:r>
      <w:r w:rsidR="001D7B54" w:rsidRPr="00A418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18BD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A418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53A60E11" w14:textId="77777777" w:rsidTr="00923D7D">
        <w:tc>
          <w:tcPr>
            <w:tcW w:w="9639" w:type="dxa"/>
          </w:tcPr>
          <w:p w14:paraId="068FBF2E" w14:textId="77777777" w:rsidR="0085747A" w:rsidRPr="00A418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73B97201" w14:textId="77777777" w:rsidTr="00923D7D">
        <w:tc>
          <w:tcPr>
            <w:tcW w:w="9639" w:type="dxa"/>
          </w:tcPr>
          <w:p w14:paraId="1F0E3A7D" w14:textId="77777777" w:rsidR="00896EFC" w:rsidRPr="00A418BD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24769185" w14:textId="4475566D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</w:t>
            </w:r>
            <w:r w:rsidR="00851B72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polityczna. Demokracja i społeczeństwo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A418BD" w14:paraId="373AB1E0" w14:textId="77777777" w:rsidTr="00923D7D">
        <w:tc>
          <w:tcPr>
            <w:tcW w:w="9639" w:type="dxa"/>
          </w:tcPr>
          <w:p w14:paraId="2C5796A3" w14:textId="09088B3A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praktyki edukacyjnej. Ideologie w edukacji – konserwatywna,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A418BD" w14:paraId="1B7CB6DC" w14:textId="77777777" w:rsidTr="00923D7D">
        <w:tc>
          <w:tcPr>
            <w:tcW w:w="9639" w:type="dxa"/>
          </w:tcPr>
          <w:p w14:paraId="61C69CDD" w14:textId="1BE863CD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pozytywistyczna, personalistyczna i Nowego Wychowania –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896EFC" w:rsidRPr="00A418BD" w14:paraId="16CB0322" w14:textId="77777777" w:rsidTr="00923D7D">
        <w:tc>
          <w:tcPr>
            <w:tcW w:w="9639" w:type="dxa"/>
          </w:tcPr>
          <w:p w14:paraId="27B646E8" w14:textId="407A6B48" w:rsidR="00896EFC" w:rsidRPr="00A418BD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Nurty antyautorytarne – antypedagogika, pedagogika humanistyczna,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  <w:r w:rsidR="00871CC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18BD">
        <w:rPr>
          <w:rFonts w:ascii="Corbel" w:hAnsi="Corbel"/>
          <w:sz w:val="24"/>
          <w:szCs w:val="24"/>
        </w:rPr>
        <w:t xml:space="preserve">, </w:t>
      </w:r>
      <w:r w:rsidRPr="00A418BD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A418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39E4BD3E" w14:textId="77777777" w:rsidTr="00923D7D">
        <w:tc>
          <w:tcPr>
            <w:tcW w:w="9639" w:type="dxa"/>
          </w:tcPr>
          <w:p w14:paraId="44317F12" w14:textId="77777777" w:rsidR="0085747A" w:rsidRPr="00A418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0F1E62CF" w14:textId="77777777" w:rsidTr="00923D7D">
        <w:tc>
          <w:tcPr>
            <w:tcW w:w="9639" w:type="dxa"/>
          </w:tcPr>
          <w:p w14:paraId="173CB5F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65732727" w14:textId="77777777" w:rsidTr="00923D7D">
        <w:tc>
          <w:tcPr>
            <w:tcW w:w="9639" w:type="dxa"/>
          </w:tcPr>
          <w:p w14:paraId="1BC16602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7D0AD54A" w14:textId="77777777" w:rsidTr="00923D7D">
        <w:tc>
          <w:tcPr>
            <w:tcW w:w="9639" w:type="dxa"/>
          </w:tcPr>
          <w:p w14:paraId="0DB1E780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A418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418B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A418BD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Pr="00A418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A418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</w:t>
      </w:r>
      <w:r w:rsidR="0085747A" w:rsidRPr="00A418BD">
        <w:rPr>
          <w:rFonts w:ascii="Corbel" w:hAnsi="Corbel"/>
          <w:smallCaps w:val="0"/>
          <w:szCs w:val="24"/>
        </w:rPr>
        <w:t>METODY I KRYTERIA OCENY</w:t>
      </w:r>
      <w:r w:rsidR="009F4610" w:rsidRPr="00A418BD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A418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A418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18BD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418BD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A418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4CA21097" w:rsidR="0085747A" w:rsidRPr="00A418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71C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CBDF84F" w14:textId="77777777" w:rsidR="0085747A" w:rsidRPr="00A418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418BD" w14:paraId="45F4ACED" w14:textId="77777777" w:rsidTr="00B410B1">
        <w:tc>
          <w:tcPr>
            <w:tcW w:w="1962" w:type="dxa"/>
          </w:tcPr>
          <w:p w14:paraId="1A67113F" w14:textId="6896C8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1B46A72B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FC00E62" w14:textId="45287B24" w:rsidR="0085747A" w:rsidRPr="00A418BD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10E85F60" w14:textId="77777777" w:rsidTr="00B410B1">
        <w:tc>
          <w:tcPr>
            <w:tcW w:w="1962" w:type="dxa"/>
          </w:tcPr>
          <w:p w14:paraId="569AEC71" w14:textId="7777777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BAF9E0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850054E" w14:textId="7B0B7199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3CFC4551" w14:textId="77777777" w:rsidTr="00B410B1">
        <w:tc>
          <w:tcPr>
            <w:tcW w:w="1962" w:type="dxa"/>
          </w:tcPr>
          <w:p w14:paraId="663E7A9B" w14:textId="79F9D862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3D34C56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431CA53F" w14:textId="0111F26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5FEBAF90" w14:textId="77777777" w:rsidTr="00B410B1">
        <w:tc>
          <w:tcPr>
            <w:tcW w:w="1962" w:type="dxa"/>
          </w:tcPr>
          <w:p w14:paraId="7AF496C7" w14:textId="0B856F2C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2C3EDFAF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AFE1154" w14:textId="0402883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A418BD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A418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</w:t>
      </w:r>
      <w:r w:rsidR="0085747A" w:rsidRPr="00A418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18BD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8105ECB" w14:textId="77777777" w:rsidTr="00923D7D">
        <w:tc>
          <w:tcPr>
            <w:tcW w:w="9670" w:type="dxa"/>
          </w:tcPr>
          <w:p w14:paraId="4383884A" w14:textId="74AD9D1A" w:rsidR="0085747A" w:rsidRPr="007748E9" w:rsidRDefault="00896EFC" w:rsidP="007748E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  <w:r w:rsidR="007748E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otrzymanie co najmniej 5</w:t>
            </w:r>
            <w:r w:rsidR="00CC2DE9">
              <w:rPr>
                <w:rFonts w:ascii="Corbel" w:hAnsi="Corbel" w:cs="DejaVuSans"/>
                <w:b/>
                <w:bCs/>
                <w:smallCaps/>
                <w:szCs w:val="24"/>
                <w:lang w:eastAsia="pl-PL"/>
              </w:rPr>
              <w:t>0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% punktów</w:t>
            </w:r>
          </w:p>
        </w:tc>
      </w:tr>
    </w:tbl>
    <w:p w14:paraId="17115868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A418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</w:t>
      </w:r>
      <w:r w:rsidR="00C61DC5" w:rsidRPr="00A418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418BD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18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18BD" w14:paraId="57063184" w14:textId="77777777" w:rsidTr="00923D7D">
        <w:tc>
          <w:tcPr>
            <w:tcW w:w="4962" w:type="dxa"/>
          </w:tcPr>
          <w:p w14:paraId="6C1E425A" w14:textId="77777777" w:rsidR="0085747A" w:rsidRPr="00A418B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418B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418B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418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418BD" w14:paraId="26E37988" w14:textId="77777777" w:rsidTr="00923D7D">
        <w:tc>
          <w:tcPr>
            <w:tcW w:w="4962" w:type="dxa"/>
          </w:tcPr>
          <w:p w14:paraId="23A67337" w14:textId="02676D9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</w:p>
          <w:p w14:paraId="380C921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39ECBCA" w14:textId="554E3D92" w:rsidR="00C61DC5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17C46CB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B0F01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DFCD0CF" w14:textId="3EF7900D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418BD" w14:paraId="57E7A364" w14:textId="77777777" w:rsidTr="00923D7D">
        <w:tc>
          <w:tcPr>
            <w:tcW w:w="4962" w:type="dxa"/>
          </w:tcPr>
          <w:p w14:paraId="0026E99D" w14:textId="77777777" w:rsidR="00394D32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  <w:r w:rsidR="00E250A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B26318" w14:textId="77777777" w:rsidR="00394D32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59066C" w14:textId="2706CE8D" w:rsidR="00C61DC5" w:rsidRPr="00A418BD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="00D261B4">
              <w:rPr>
                <w:rFonts w:ascii="Corbel" w:hAnsi="Corbel"/>
                <w:sz w:val="24"/>
                <w:szCs w:val="24"/>
              </w:rPr>
              <w:t>e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gzaminu</w:t>
            </w:r>
          </w:p>
        </w:tc>
        <w:tc>
          <w:tcPr>
            <w:tcW w:w="4677" w:type="dxa"/>
          </w:tcPr>
          <w:p w14:paraId="4707972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17C24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787461" w14:textId="1D584A1B" w:rsidR="00C61DC5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12581343" w14:textId="5E555E57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E35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A418BD" w14:paraId="6C0FC7FA" w14:textId="77777777" w:rsidTr="00923D7D">
        <w:tc>
          <w:tcPr>
            <w:tcW w:w="4962" w:type="dxa"/>
          </w:tcPr>
          <w:p w14:paraId="6C741A0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19E20DD5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A418BD" w14:paraId="08050DDF" w14:textId="77777777" w:rsidTr="00923D7D">
        <w:tc>
          <w:tcPr>
            <w:tcW w:w="4962" w:type="dxa"/>
          </w:tcPr>
          <w:p w14:paraId="3477B80F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1C62B1D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418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A418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6. </w:t>
      </w:r>
      <w:r w:rsidR="0085747A" w:rsidRPr="00A418BD">
        <w:rPr>
          <w:rFonts w:ascii="Corbel" w:hAnsi="Corbel"/>
          <w:smallCaps w:val="0"/>
          <w:szCs w:val="24"/>
        </w:rPr>
        <w:t>PRAKTYKI ZAWO</w:t>
      </w:r>
      <w:r w:rsidR="009C1331" w:rsidRPr="00A418BD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18BD" w14:paraId="1E3FB248" w14:textId="77777777" w:rsidTr="00BE7B95">
        <w:trPr>
          <w:trHeight w:val="397"/>
        </w:trPr>
        <w:tc>
          <w:tcPr>
            <w:tcW w:w="4111" w:type="dxa"/>
          </w:tcPr>
          <w:p w14:paraId="19E94A2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5CF56BF" w14:textId="7332FB63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18BD" w14:paraId="17B2725A" w14:textId="77777777" w:rsidTr="00BE7B95">
        <w:trPr>
          <w:trHeight w:val="397"/>
        </w:trPr>
        <w:tc>
          <w:tcPr>
            <w:tcW w:w="4111" w:type="dxa"/>
          </w:tcPr>
          <w:p w14:paraId="0CA74648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83FEEA2" w14:textId="4050B750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A418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</w:t>
      </w:r>
      <w:r w:rsidR="0085747A" w:rsidRPr="00A418BD">
        <w:rPr>
          <w:rFonts w:ascii="Corbel" w:hAnsi="Corbel"/>
          <w:smallCaps w:val="0"/>
          <w:szCs w:val="24"/>
        </w:rPr>
        <w:t>LITERATURA</w:t>
      </w:r>
      <w:r w:rsidRPr="00A418BD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27ECB13F" w14:textId="77777777" w:rsidTr="00BE7B95">
        <w:trPr>
          <w:trHeight w:val="397"/>
        </w:trPr>
        <w:tc>
          <w:tcPr>
            <w:tcW w:w="9639" w:type="dxa"/>
          </w:tcPr>
          <w:p w14:paraId="42401EEB" w14:textId="77777777" w:rsidR="0085747A" w:rsidRPr="00876B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B1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9D690C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53D3A788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79CEF2C1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Współczesna myśl pedagogiczna, znaczenia, klasyfikacje, badania, 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0BAA863E" w14:textId="65AB087E" w:rsidR="00876B14" w:rsidRPr="00876B14" w:rsidRDefault="000C67BB" w:rsidP="00BE7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nurty i kierunki pedagogiczne, 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85747A" w:rsidRPr="00A418BD" w14:paraId="64E48D38" w14:textId="77777777" w:rsidTr="00BE7B95">
        <w:trPr>
          <w:trHeight w:val="397"/>
        </w:trPr>
        <w:tc>
          <w:tcPr>
            <w:tcW w:w="9639" w:type="dxa"/>
          </w:tcPr>
          <w:p w14:paraId="6E195BCA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A8CFA1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0C3234F9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Bogaj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A.: Kształcenie ogólne. Między tradycją a ponowoczesnością. Warszawa 2000, Wyd. IBE.</w:t>
            </w:r>
          </w:p>
          <w:p w14:paraId="7D26F3FE" w14:textId="77777777" w:rsidR="00BE7B95" w:rsidRPr="000206BE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Walczak M.,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GWP,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Cs w:val="24"/>
                <w:lang w:eastAsia="pl-PL"/>
              </w:rPr>
              <w:t>2006.</w:t>
            </w:r>
          </w:p>
          <w:p w14:paraId="5A6B58AC" w14:textId="6340F6DA" w:rsidR="00BE7B95" w:rsidRDefault="00BE7B95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755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Głogowska R., Teoretyczna wiedza pedagogiczna w praktyce edukacyjnej, Wydawnictwo UJ, Kraków 2004.</w:t>
            </w:r>
          </w:p>
          <w:p w14:paraId="1B0D4B76" w14:textId="77777777" w:rsidR="00E3736F" w:rsidRPr="00A053E5" w:rsidRDefault="00E3736F" w:rsidP="00E37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Daszykowska</w:t>
            </w:r>
            <w:proofErr w:type="spellEnd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-Tobiasz J., Transmisja k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 xml:space="preserve">ulturowa, w: P. Bromski, M. Dudek (red.), Mały słownik filozofii polityki, Wydawnictwo van </w:t>
            </w:r>
            <w:proofErr w:type="spellStart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borowiecky</w:t>
            </w:r>
            <w:proofErr w:type="spellEnd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, Radzymin-Warszawa 2022.</w:t>
            </w:r>
          </w:p>
          <w:p w14:paraId="6335B2FF" w14:textId="77777777" w:rsidR="00BE7B95" w:rsidRPr="003D0B7F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1E20CBC9" w14:textId="77777777" w:rsidR="00BE7B95" w:rsidRPr="002E2EAC" w:rsidRDefault="00BE7B95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D0B7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Korzeniowska W., Myśl pedagogiczna na przestrzeni wieków, </w:t>
            </w:r>
            <w:r w:rsidRPr="002E2EA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Chronologiczny słownik biograficzny, Impuls, Kraków 2011.</w:t>
            </w:r>
          </w:p>
          <w:p w14:paraId="6B36AE1E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2E2EAC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2BC29568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Lewowicki T., </w:t>
            </w: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Ogrodzka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-Mazur E., Szczurek-Boruta A. (red.): Edukacja międzykulturowa w Polsce i na świecie. Katowice 2000, Wyd. UŚ.</w:t>
            </w:r>
          </w:p>
          <w:p w14:paraId="62EA8ED2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Nalaskowski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Rubacha K. (red.): Pedagogika u progu trzeciego tysiąclecia. Toruń 2001, Wyd. UMK.</w:t>
            </w:r>
          </w:p>
          <w:p w14:paraId="5B75F889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Orczyk A., Zarys historii szkolnictwa i myśli pedagogicznej, Wydawnictwo Akademickie „Żak”, warszawa 2008.</w:t>
            </w:r>
          </w:p>
          <w:p w14:paraId="57CC8F56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Wydawnicza „Impuls”.</w:t>
            </w:r>
          </w:p>
          <w:p w14:paraId="5DA3C1D6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Wydawnicza „Impuls”.</w:t>
            </w:r>
          </w:p>
          <w:p w14:paraId="6E5028A6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3E58849F" w14:textId="77354121" w:rsidR="002E2EAC" w:rsidRPr="00CC1504" w:rsidRDefault="002E2EAC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2F0A85CC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A418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18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A2565" w14:textId="77777777" w:rsidR="0091224B" w:rsidRDefault="0091224B" w:rsidP="00C16ABF">
      <w:pPr>
        <w:spacing w:after="0" w:line="240" w:lineRule="auto"/>
      </w:pPr>
      <w:r>
        <w:separator/>
      </w:r>
    </w:p>
  </w:endnote>
  <w:endnote w:type="continuationSeparator" w:id="0">
    <w:p w14:paraId="7ABB9A6A" w14:textId="77777777" w:rsidR="0091224B" w:rsidRDefault="009122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F0C57" w14:textId="77777777" w:rsidR="0091224B" w:rsidRDefault="0091224B" w:rsidP="00C16ABF">
      <w:pPr>
        <w:spacing w:after="0" w:line="240" w:lineRule="auto"/>
      </w:pPr>
      <w:r>
        <w:separator/>
      </w:r>
    </w:p>
  </w:footnote>
  <w:footnote w:type="continuationSeparator" w:id="0">
    <w:p w14:paraId="357C8ACE" w14:textId="77777777" w:rsidR="0091224B" w:rsidRDefault="0091224B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4507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6BE"/>
    <w:rsid w:val="00022ECE"/>
    <w:rsid w:val="00042A51"/>
    <w:rsid w:val="00042D2E"/>
    <w:rsid w:val="000442A8"/>
    <w:rsid w:val="00044C82"/>
    <w:rsid w:val="00052AFF"/>
    <w:rsid w:val="00053947"/>
    <w:rsid w:val="00070ED6"/>
    <w:rsid w:val="000742DC"/>
    <w:rsid w:val="00084C12"/>
    <w:rsid w:val="00093FE6"/>
    <w:rsid w:val="0009462C"/>
    <w:rsid w:val="00094B12"/>
    <w:rsid w:val="00096C46"/>
    <w:rsid w:val="000A296F"/>
    <w:rsid w:val="000A2A28"/>
    <w:rsid w:val="000B192D"/>
    <w:rsid w:val="000B28EE"/>
    <w:rsid w:val="000B3E37"/>
    <w:rsid w:val="000C67BB"/>
    <w:rsid w:val="000D04B0"/>
    <w:rsid w:val="000E637A"/>
    <w:rsid w:val="000F1C57"/>
    <w:rsid w:val="000F5615"/>
    <w:rsid w:val="000F7550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6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EF7"/>
    <w:rsid w:val="0024028F"/>
    <w:rsid w:val="00244ABC"/>
    <w:rsid w:val="002558EB"/>
    <w:rsid w:val="002631E1"/>
    <w:rsid w:val="00270EC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AC"/>
    <w:rsid w:val="002F02A3"/>
    <w:rsid w:val="002F06B7"/>
    <w:rsid w:val="002F4ABE"/>
    <w:rsid w:val="003018BA"/>
    <w:rsid w:val="0030395F"/>
    <w:rsid w:val="00305C92"/>
    <w:rsid w:val="0031066C"/>
    <w:rsid w:val="003151C5"/>
    <w:rsid w:val="0033158B"/>
    <w:rsid w:val="003343CF"/>
    <w:rsid w:val="00341F0B"/>
    <w:rsid w:val="00346FE9"/>
    <w:rsid w:val="0034759A"/>
    <w:rsid w:val="003503F6"/>
    <w:rsid w:val="003530DD"/>
    <w:rsid w:val="00353EAA"/>
    <w:rsid w:val="00363F78"/>
    <w:rsid w:val="00364216"/>
    <w:rsid w:val="00370995"/>
    <w:rsid w:val="00374EBE"/>
    <w:rsid w:val="00394D32"/>
    <w:rsid w:val="00394E09"/>
    <w:rsid w:val="003A0A5B"/>
    <w:rsid w:val="003A1176"/>
    <w:rsid w:val="003C0BAE"/>
    <w:rsid w:val="003D0B7F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B70C4"/>
    <w:rsid w:val="004C0D17"/>
    <w:rsid w:val="004C6171"/>
    <w:rsid w:val="004D528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48DE"/>
    <w:rsid w:val="0056696D"/>
    <w:rsid w:val="00573EF9"/>
    <w:rsid w:val="0059484D"/>
    <w:rsid w:val="005A0855"/>
    <w:rsid w:val="005A17CE"/>
    <w:rsid w:val="005A3196"/>
    <w:rsid w:val="005A59D0"/>
    <w:rsid w:val="005A6851"/>
    <w:rsid w:val="005C080F"/>
    <w:rsid w:val="005C55E5"/>
    <w:rsid w:val="005C696A"/>
    <w:rsid w:val="005E6E85"/>
    <w:rsid w:val="005F31D2"/>
    <w:rsid w:val="0061029B"/>
    <w:rsid w:val="00613439"/>
    <w:rsid w:val="00617230"/>
    <w:rsid w:val="00621CE1"/>
    <w:rsid w:val="00627FC9"/>
    <w:rsid w:val="00634C5B"/>
    <w:rsid w:val="006407B9"/>
    <w:rsid w:val="00647FA8"/>
    <w:rsid w:val="00650C5F"/>
    <w:rsid w:val="00652EFB"/>
    <w:rsid w:val="00654934"/>
    <w:rsid w:val="006620D9"/>
    <w:rsid w:val="006652DE"/>
    <w:rsid w:val="00671958"/>
    <w:rsid w:val="00675843"/>
    <w:rsid w:val="00684944"/>
    <w:rsid w:val="00686B94"/>
    <w:rsid w:val="00695D76"/>
    <w:rsid w:val="00696477"/>
    <w:rsid w:val="006D050F"/>
    <w:rsid w:val="006D6139"/>
    <w:rsid w:val="006D7BAF"/>
    <w:rsid w:val="006E357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67"/>
    <w:rsid w:val="00743B2A"/>
    <w:rsid w:val="00745302"/>
    <w:rsid w:val="007461D6"/>
    <w:rsid w:val="00746EC8"/>
    <w:rsid w:val="00763BF1"/>
    <w:rsid w:val="00766FD4"/>
    <w:rsid w:val="00773363"/>
    <w:rsid w:val="007748E9"/>
    <w:rsid w:val="0078168C"/>
    <w:rsid w:val="0078601A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6379"/>
    <w:rsid w:val="0081707E"/>
    <w:rsid w:val="008449B3"/>
    <w:rsid w:val="00851B72"/>
    <w:rsid w:val="0085747A"/>
    <w:rsid w:val="00871CCA"/>
    <w:rsid w:val="00876B14"/>
    <w:rsid w:val="008777D4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50"/>
    <w:rsid w:val="0091224B"/>
    <w:rsid w:val="00916188"/>
    <w:rsid w:val="00923D7D"/>
    <w:rsid w:val="00926523"/>
    <w:rsid w:val="00932257"/>
    <w:rsid w:val="00932FBC"/>
    <w:rsid w:val="00946887"/>
    <w:rsid w:val="009508DF"/>
    <w:rsid w:val="00950DAC"/>
    <w:rsid w:val="00954A07"/>
    <w:rsid w:val="0095713B"/>
    <w:rsid w:val="00957642"/>
    <w:rsid w:val="00997F14"/>
    <w:rsid w:val="009A78D9"/>
    <w:rsid w:val="009C1331"/>
    <w:rsid w:val="009C3E31"/>
    <w:rsid w:val="009C54AE"/>
    <w:rsid w:val="009C788E"/>
    <w:rsid w:val="009E2471"/>
    <w:rsid w:val="009E3B41"/>
    <w:rsid w:val="009E5C0C"/>
    <w:rsid w:val="009F3C5C"/>
    <w:rsid w:val="009F4610"/>
    <w:rsid w:val="00A00ECC"/>
    <w:rsid w:val="00A155EE"/>
    <w:rsid w:val="00A2243D"/>
    <w:rsid w:val="00A2245B"/>
    <w:rsid w:val="00A30110"/>
    <w:rsid w:val="00A3360D"/>
    <w:rsid w:val="00A36899"/>
    <w:rsid w:val="00A371F6"/>
    <w:rsid w:val="00A418BD"/>
    <w:rsid w:val="00A43BF6"/>
    <w:rsid w:val="00A53FA5"/>
    <w:rsid w:val="00A54817"/>
    <w:rsid w:val="00A601C8"/>
    <w:rsid w:val="00A60799"/>
    <w:rsid w:val="00A70DE7"/>
    <w:rsid w:val="00A804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5DF"/>
    <w:rsid w:val="00B3130B"/>
    <w:rsid w:val="00B40ADB"/>
    <w:rsid w:val="00B410B1"/>
    <w:rsid w:val="00B43B77"/>
    <w:rsid w:val="00B43E80"/>
    <w:rsid w:val="00B607DB"/>
    <w:rsid w:val="00B66529"/>
    <w:rsid w:val="00B74386"/>
    <w:rsid w:val="00B75946"/>
    <w:rsid w:val="00B8056E"/>
    <w:rsid w:val="00B819C8"/>
    <w:rsid w:val="00B82308"/>
    <w:rsid w:val="00B85619"/>
    <w:rsid w:val="00B86097"/>
    <w:rsid w:val="00B90885"/>
    <w:rsid w:val="00BB520A"/>
    <w:rsid w:val="00BB58D3"/>
    <w:rsid w:val="00BC202B"/>
    <w:rsid w:val="00BD3869"/>
    <w:rsid w:val="00BD66E9"/>
    <w:rsid w:val="00BD6FF4"/>
    <w:rsid w:val="00BE7B95"/>
    <w:rsid w:val="00BF2C41"/>
    <w:rsid w:val="00C058B4"/>
    <w:rsid w:val="00C05F44"/>
    <w:rsid w:val="00C131B5"/>
    <w:rsid w:val="00C16ABF"/>
    <w:rsid w:val="00C170AE"/>
    <w:rsid w:val="00C17BC4"/>
    <w:rsid w:val="00C26CB7"/>
    <w:rsid w:val="00C324C1"/>
    <w:rsid w:val="00C36992"/>
    <w:rsid w:val="00C56036"/>
    <w:rsid w:val="00C61DC5"/>
    <w:rsid w:val="00C67E92"/>
    <w:rsid w:val="00C70A26"/>
    <w:rsid w:val="00C766DF"/>
    <w:rsid w:val="00C769AF"/>
    <w:rsid w:val="00C943C7"/>
    <w:rsid w:val="00C94B98"/>
    <w:rsid w:val="00CA0179"/>
    <w:rsid w:val="00CA2B96"/>
    <w:rsid w:val="00CA5089"/>
    <w:rsid w:val="00CB42CB"/>
    <w:rsid w:val="00CC1504"/>
    <w:rsid w:val="00CC2DE9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1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13C"/>
    <w:rsid w:val="00DF320D"/>
    <w:rsid w:val="00DF71C8"/>
    <w:rsid w:val="00E129B8"/>
    <w:rsid w:val="00E21E7D"/>
    <w:rsid w:val="00E22FBC"/>
    <w:rsid w:val="00E24BF5"/>
    <w:rsid w:val="00E250A6"/>
    <w:rsid w:val="00E25338"/>
    <w:rsid w:val="00E3736F"/>
    <w:rsid w:val="00E51E44"/>
    <w:rsid w:val="00E546D8"/>
    <w:rsid w:val="00E5564C"/>
    <w:rsid w:val="00E63348"/>
    <w:rsid w:val="00E77E88"/>
    <w:rsid w:val="00E8107D"/>
    <w:rsid w:val="00E82993"/>
    <w:rsid w:val="00E960BB"/>
    <w:rsid w:val="00EA2074"/>
    <w:rsid w:val="00EA4832"/>
    <w:rsid w:val="00EA4E9D"/>
    <w:rsid w:val="00EA58E0"/>
    <w:rsid w:val="00EC4899"/>
    <w:rsid w:val="00ED03AB"/>
    <w:rsid w:val="00ED32D2"/>
    <w:rsid w:val="00EE32DE"/>
    <w:rsid w:val="00EE5457"/>
    <w:rsid w:val="00EE5A8C"/>
    <w:rsid w:val="00F04E52"/>
    <w:rsid w:val="00F070AB"/>
    <w:rsid w:val="00F13BC9"/>
    <w:rsid w:val="00F17567"/>
    <w:rsid w:val="00F27A7B"/>
    <w:rsid w:val="00F526AF"/>
    <w:rsid w:val="00F617C3"/>
    <w:rsid w:val="00F7066B"/>
    <w:rsid w:val="00F73584"/>
    <w:rsid w:val="00F83B28"/>
    <w:rsid w:val="00F91932"/>
    <w:rsid w:val="00FA46E5"/>
    <w:rsid w:val="00FB7DBA"/>
    <w:rsid w:val="00FC1C25"/>
    <w:rsid w:val="00FC1EA6"/>
    <w:rsid w:val="00FC3F45"/>
    <w:rsid w:val="00FC5CA2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  <w15:docId w15:val="{9CB5A28E-2940-459E-A3CE-335E6B2C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7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7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E4BC0-1F6B-4952-95C8-82CEED99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75</cp:revision>
  <cp:lastPrinted>2020-01-14T11:44:00Z</cp:lastPrinted>
  <dcterms:created xsi:type="dcterms:W3CDTF">2019-11-23T10:48:00Z</dcterms:created>
  <dcterms:modified xsi:type="dcterms:W3CDTF">2022-10-19T10:39:00Z</dcterms:modified>
</cp:coreProperties>
</file>